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FE" w:rsidRDefault="001439FE" w:rsidP="001439FE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1439FE" w:rsidRP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IF.271.</w:t>
      </w:r>
      <w:r w:rsidR="00C20AE6">
        <w:rPr>
          <w:rFonts w:ascii="Arial" w:hAnsi="Arial" w:cs="Arial"/>
          <w:color w:val="000000"/>
          <w:sz w:val="24"/>
          <w:szCs w:val="24"/>
        </w:rPr>
        <w:t>12</w:t>
      </w:r>
      <w:r w:rsidRPr="001439FE">
        <w:rPr>
          <w:rFonts w:ascii="Arial" w:hAnsi="Arial" w:cs="Arial"/>
          <w:color w:val="000000"/>
          <w:sz w:val="24"/>
          <w:szCs w:val="24"/>
        </w:rPr>
        <w:t>.202</w:t>
      </w:r>
      <w:r w:rsidR="003B4907">
        <w:rPr>
          <w:rFonts w:ascii="Arial" w:hAnsi="Arial" w:cs="Arial"/>
          <w:color w:val="000000"/>
          <w:sz w:val="24"/>
          <w:szCs w:val="24"/>
        </w:rPr>
        <w:t>5</w:t>
      </w:r>
    </w:p>
    <w:p w:rsid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300E2A" w:rsidRPr="001439FE" w:rsidRDefault="00300E2A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09712D" w:rsidRDefault="001439FE" w:rsidP="00300E2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 xml:space="preserve">Uprzejmie informuję, </w:t>
      </w:r>
      <w:r w:rsidR="0098397B">
        <w:rPr>
          <w:rFonts w:ascii="Arial" w:hAnsi="Arial" w:cs="Arial"/>
          <w:color w:val="000000"/>
          <w:sz w:val="24"/>
          <w:szCs w:val="24"/>
        </w:rPr>
        <w:t>ż</w:t>
      </w:r>
      <w:r w:rsidRPr="001439FE">
        <w:rPr>
          <w:rFonts w:ascii="Arial" w:hAnsi="Arial" w:cs="Arial"/>
          <w:color w:val="000000"/>
          <w:sz w:val="24"/>
          <w:szCs w:val="24"/>
        </w:rPr>
        <w:t>e dokumentacja dotycząca zamówienia publicznego pn.: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20AE6" w:rsidRDefault="001439FE" w:rsidP="00C20AE6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„</w:t>
      </w:r>
      <w:r w:rsidR="00C20AE6" w:rsidRPr="00C20AE6">
        <w:rPr>
          <w:rFonts w:ascii="Arial" w:hAnsi="Arial" w:cs="Arial"/>
          <w:color w:val="000000"/>
          <w:sz w:val="24"/>
          <w:szCs w:val="24"/>
        </w:rPr>
        <w:t>Usuniecie wyrobów zawierających azbest z terenu gminy Puławy w 2025 roku</w:t>
      </w:r>
      <w:r w:rsidRPr="001439FE">
        <w:rPr>
          <w:rFonts w:ascii="Arial" w:hAnsi="Arial" w:cs="Arial"/>
          <w:color w:val="000000"/>
          <w:sz w:val="24"/>
          <w:szCs w:val="24"/>
        </w:rPr>
        <w:t>” znajduje się pod</w:t>
      </w:r>
      <w:r w:rsidR="00300E2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439FE">
        <w:rPr>
          <w:rFonts w:ascii="Arial" w:hAnsi="Arial" w:cs="Arial"/>
          <w:color w:val="000000"/>
          <w:sz w:val="24"/>
          <w:szCs w:val="24"/>
        </w:rPr>
        <w:t>adresem:</w:t>
      </w:r>
      <w:r w:rsidR="00C20AE6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70339A" w:rsidRDefault="00C20AE6" w:rsidP="00C20AE6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563C1" w:themeColor="hyperlink"/>
          <w:sz w:val="24"/>
          <w:szCs w:val="24"/>
          <w:u w:val="single"/>
        </w:rPr>
      </w:pPr>
      <w:hyperlink r:id="rId8" w:history="1">
        <w:r w:rsidRPr="003112D1">
          <w:rPr>
            <w:rStyle w:val="Hipercze"/>
            <w:rFonts w:ascii="Arial" w:hAnsi="Arial" w:cs="Arial"/>
            <w:sz w:val="24"/>
            <w:szCs w:val="24"/>
          </w:rPr>
          <w:t>https://ezamowienia.gov.pl/mp-client/search/list/ocds-148610-58f1f015-29bd-4770-ae79-3601cab565b0</w:t>
        </w:r>
      </w:hyperlink>
    </w:p>
    <w:p w:rsidR="00C20AE6" w:rsidRDefault="00C20AE6" w:rsidP="00C20AE6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563C1" w:themeColor="hyperlink"/>
          <w:sz w:val="24"/>
          <w:szCs w:val="24"/>
          <w:u w:val="single"/>
        </w:rPr>
      </w:pPr>
    </w:p>
    <w:p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bookmarkStart w:id="0" w:name="_GoBack"/>
      <w:r w:rsidRPr="004E13C0">
        <w:rPr>
          <w:rFonts w:ascii="Arial" w:hAnsi="Arial" w:cs="Arial"/>
          <w:sz w:val="24"/>
          <w:szCs w:val="24"/>
        </w:rPr>
        <w:t>WÓJT GMINY PUŁAWY</w:t>
      </w:r>
    </w:p>
    <w:p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/-/</w:t>
      </w:r>
    </w:p>
    <w:p w:rsidR="004E13C0" w:rsidRPr="004E13C0" w:rsidRDefault="004E13C0" w:rsidP="004E13C0">
      <w:pPr>
        <w:suppressAutoHyphens w:val="0"/>
        <w:autoSpaceDN/>
        <w:spacing w:after="0"/>
        <w:ind w:left="5670"/>
        <w:jc w:val="center"/>
        <w:textAlignment w:val="auto"/>
        <w:rPr>
          <w:rFonts w:ascii="Arial" w:hAnsi="Arial" w:cs="Arial"/>
          <w:sz w:val="24"/>
          <w:szCs w:val="24"/>
        </w:rPr>
      </w:pPr>
      <w:r w:rsidRPr="004E13C0">
        <w:rPr>
          <w:rFonts w:ascii="Arial" w:hAnsi="Arial" w:cs="Arial"/>
          <w:sz w:val="24"/>
          <w:szCs w:val="24"/>
        </w:rPr>
        <w:t>mgr Kamil Lewandowski</w:t>
      </w:r>
    </w:p>
    <w:bookmarkEnd w:id="0"/>
    <w:p w:rsidR="00300E2A" w:rsidRDefault="00300E2A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</w:p>
    <w:sectPr w:rsidR="00300E2A">
      <w:headerReference w:type="default" r:id="rId9"/>
      <w:pgSz w:w="11906" w:h="16838"/>
      <w:pgMar w:top="1985" w:right="1418" w:bottom="198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2C2" w:rsidRDefault="006322C2">
      <w:pPr>
        <w:spacing w:after="0"/>
      </w:pPr>
      <w:r>
        <w:separator/>
      </w:r>
    </w:p>
  </w:endnote>
  <w:endnote w:type="continuationSeparator" w:id="0">
    <w:p w:rsidR="006322C2" w:rsidRDefault="006322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2C2" w:rsidRDefault="006322C2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6322C2" w:rsidRDefault="006322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2C2" w:rsidRDefault="006322C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5388" cy="10692134"/>
          <wp:effectExtent l="0" t="0" r="0" b="0"/>
          <wp:wrapNone/>
          <wp:docPr id="1" name="WordPictureWatermark26632627" descr="papier-firmow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5388" cy="106921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D02F6"/>
    <w:multiLevelType w:val="multilevel"/>
    <w:tmpl w:val="922C377A"/>
    <w:lvl w:ilvl="0">
      <w:start w:val="1"/>
      <w:numFmt w:val="upperLetter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0"/>
        <w:sz w:val="24"/>
        <w:szCs w:val="24"/>
      </w:rPr>
    </w:lvl>
    <w:lvl w:ilvl="2"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mbria" w:hAnsi="Cambria"/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47E9B"/>
    <w:multiLevelType w:val="hybridMultilevel"/>
    <w:tmpl w:val="BB80CBE2"/>
    <w:lvl w:ilvl="0" w:tplc="3806A7C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64305"/>
    <w:multiLevelType w:val="multilevel"/>
    <w:tmpl w:val="A078C56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C300E5B"/>
    <w:multiLevelType w:val="hybridMultilevel"/>
    <w:tmpl w:val="D0A01F44"/>
    <w:lvl w:ilvl="0" w:tplc="CDF6E7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40"/>
    <w:rsid w:val="0009712D"/>
    <w:rsid w:val="000D63F0"/>
    <w:rsid w:val="000D6AEB"/>
    <w:rsid w:val="000E12D0"/>
    <w:rsid w:val="001439FE"/>
    <w:rsid w:val="001624B9"/>
    <w:rsid w:val="001B4DEA"/>
    <w:rsid w:val="001F55BA"/>
    <w:rsid w:val="002A0A8B"/>
    <w:rsid w:val="002A3E83"/>
    <w:rsid w:val="002D0386"/>
    <w:rsid w:val="00300E2A"/>
    <w:rsid w:val="00364840"/>
    <w:rsid w:val="00380070"/>
    <w:rsid w:val="003957B5"/>
    <w:rsid w:val="003B4907"/>
    <w:rsid w:val="003C4769"/>
    <w:rsid w:val="00417736"/>
    <w:rsid w:val="004E13C0"/>
    <w:rsid w:val="00533C0B"/>
    <w:rsid w:val="00551271"/>
    <w:rsid w:val="005547EA"/>
    <w:rsid w:val="005A0A62"/>
    <w:rsid w:val="005F17D1"/>
    <w:rsid w:val="006322C2"/>
    <w:rsid w:val="006402BD"/>
    <w:rsid w:val="00671C13"/>
    <w:rsid w:val="0070339A"/>
    <w:rsid w:val="00706118"/>
    <w:rsid w:val="007E1ECA"/>
    <w:rsid w:val="00802AB0"/>
    <w:rsid w:val="00866340"/>
    <w:rsid w:val="0087343A"/>
    <w:rsid w:val="008F41B7"/>
    <w:rsid w:val="00910E1C"/>
    <w:rsid w:val="00917446"/>
    <w:rsid w:val="00936B7B"/>
    <w:rsid w:val="0098397B"/>
    <w:rsid w:val="00A46D76"/>
    <w:rsid w:val="00A52E37"/>
    <w:rsid w:val="00A712BF"/>
    <w:rsid w:val="00AF1134"/>
    <w:rsid w:val="00AF7D3D"/>
    <w:rsid w:val="00B27F3C"/>
    <w:rsid w:val="00B41C00"/>
    <w:rsid w:val="00BE39D4"/>
    <w:rsid w:val="00C07051"/>
    <w:rsid w:val="00C20AE6"/>
    <w:rsid w:val="00CF3B2E"/>
    <w:rsid w:val="00D42A67"/>
    <w:rsid w:val="00D43F9F"/>
    <w:rsid w:val="00ED032A"/>
    <w:rsid w:val="00ED1C96"/>
    <w:rsid w:val="00F45DCD"/>
    <w:rsid w:val="00FC4354"/>
    <w:rsid w:val="00FC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4D29CE33-04B5-4A61-A36F-4BCEE296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Bezodstpw">
    <w:name w:val="No Spacing"/>
    <w:pPr>
      <w:suppressAutoHyphens/>
      <w:spacing w:after="0"/>
    </w:pPr>
    <w:rPr>
      <w:rFonts w:ascii="Times New Roman" w:hAnsi="Times New Roman"/>
      <w:sz w:val="24"/>
    </w:rPr>
  </w:style>
  <w:style w:type="character" w:styleId="Pogrubienie">
    <w:name w:val="Strong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</w:style>
  <w:style w:type="paragraph" w:styleId="Tekstpodstawowy3">
    <w:name w:val="Body Text 3"/>
    <w:basedOn w:val="Normalny"/>
    <w:pPr>
      <w:suppressAutoHyphens w:val="0"/>
      <w:spacing w:after="0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51271"/>
  </w:style>
  <w:style w:type="paragraph" w:customStyle="1" w:styleId="Standard">
    <w:name w:val="Standard"/>
    <w:rsid w:val="003C4769"/>
    <w:pPr>
      <w:widowControl w:val="0"/>
      <w:suppressAutoHyphens/>
      <w:spacing w:after="0"/>
      <w:textAlignment w:val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3C4769"/>
    <w:pPr>
      <w:suppressAutoHyphens/>
      <w:autoSpaceDE w:val="0"/>
      <w:autoSpaceDN/>
      <w:spacing w:after="0"/>
      <w:textAlignment w:val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v1msolistparagraph">
    <w:name w:val="v1msolistparagraph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5DC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39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58f1f015-29bd-4770-ae79-3601cab565b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84313-4FB7-4D4B-9207-4F06587A1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5CCCD7C1</Template>
  <TotalTime>0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Zarychta</dc:creator>
  <dc:description/>
  <cp:lastModifiedBy>Anna Kasprzak</cp:lastModifiedBy>
  <cp:revision>2</cp:revision>
  <cp:lastPrinted>2025-05-26T14:32:00Z</cp:lastPrinted>
  <dcterms:created xsi:type="dcterms:W3CDTF">2025-06-12T12:29:00Z</dcterms:created>
  <dcterms:modified xsi:type="dcterms:W3CDTF">2025-06-12T12:29:00Z</dcterms:modified>
</cp:coreProperties>
</file>